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AA75E" w14:textId="5EA7BF73" w:rsidR="00765318" w:rsidRDefault="00DC34EE" w:rsidP="00765318">
      <w:pPr>
        <w:spacing w:after="0" w:line="240" w:lineRule="auto"/>
        <w:ind w:left="-142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DZ.283.</w:t>
      </w:r>
      <w:r w:rsidR="0080282B">
        <w:rPr>
          <w:rFonts w:ascii="Arial Narrow" w:eastAsia="Arial" w:hAnsi="Arial Narrow" w:cs="Times New Roman"/>
          <w:b/>
          <w:sz w:val="24"/>
          <w:szCs w:val="24"/>
          <w:lang w:eastAsia="pl-PL"/>
        </w:rPr>
        <w:t>01.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202</w:t>
      </w:r>
      <w:r w:rsidR="0080282B">
        <w:rPr>
          <w:rFonts w:ascii="Arial Narrow" w:eastAsia="Arial" w:hAnsi="Arial Narrow" w:cs="Times New Roman"/>
          <w:b/>
          <w:sz w:val="24"/>
          <w:szCs w:val="24"/>
          <w:lang w:eastAsia="pl-PL"/>
        </w:rPr>
        <w:t>5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.NP</w:t>
      </w:r>
    </w:p>
    <w:p w14:paraId="4FBE7393" w14:textId="46277EE3" w:rsidR="00F504A5" w:rsidRPr="006D3644" w:rsidRDefault="00A55C85" w:rsidP="00D93E79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9019E2">
        <w:rPr>
          <w:rFonts w:ascii="Arial Narrow" w:eastAsia="Arial" w:hAnsi="Arial Narrow" w:cs="Times New Roman"/>
          <w:b/>
          <w:sz w:val="24"/>
          <w:szCs w:val="24"/>
          <w:lang w:eastAsia="pl-PL"/>
        </w:rPr>
        <w:t>7</w:t>
      </w: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="00AD6FEF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UCMMiT/DZ/….</w:t>
      </w:r>
      <w:r w:rsidR="009019E2">
        <w:rPr>
          <w:rFonts w:ascii="Arial Narrow" w:eastAsia="Arial" w:hAnsi="Arial Narrow" w:cs="Arial"/>
          <w:b/>
          <w:sz w:val="24"/>
          <w:szCs w:val="24"/>
          <w:lang w:eastAsia="pl-PL"/>
        </w:rPr>
        <w:t>/U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 w:rsidR="009019E2">
        <w:rPr>
          <w:rFonts w:ascii="Arial Narrow" w:eastAsia="Arial" w:hAnsi="Arial Narrow" w:cs="Arial"/>
          <w:b/>
          <w:sz w:val="24"/>
          <w:szCs w:val="24"/>
          <w:lang w:eastAsia="pl-PL"/>
        </w:rPr>
        <w:t>NP/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202</w:t>
      </w:r>
      <w:r w:rsidR="00E47D8A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</w:p>
    <w:p w14:paraId="55C0D3C4" w14:textId="77777777" w:rsidR="00D93E79" w:rsidRPr="00D93E79" w:rsidRDefault="00D93E79" w:rsidP="00D93E79">
      <w:pPr>
        <w:spacing w:after="0" w:line="240" w:lineRule="auto"/>
        <w:ind w:left="-142"/>
        <w:jc w:val="center"/>
        <w:rPr>
          <w:rFonts w:ascii="Arial Narrow" w:hAnsi="Arial Narrow" w:cs="Arial"/>
          <w:iCs/>
          <w:u w:val="single"/>
        </w:rPr>
      </w:pPr>
    </w:p>
    <w:p w14:paraId="747952B4" w14:textId="724A4C0E" w:rsidR="006A01F1" w:rsidRPr="00D93E79" w:rsidRDefault="006F0F1F" w:rsidP="00D93E79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14:paraId="6D66B3DB" w14:textId="18BB535B" w:rsidR="00166B7C" w:rsidRPr="00D93E79" w:rsidRDefault="00166B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</w:t>
      </w:r>
      <w:r w:rsidR="00C93D21" w:rsidRPr="00D93E79">
        <w:rPr>
          <w:rFonts w:ascii="Arial Narrow" w:eastAsia="Times New Roman" w:hAnsi="Arial Narrow" w:cs="Arial"/>
          <w:lang w:eastAsia="pl-PL"/>
        </w:rPr>
        <w:t xml:space="preserve">13 i </w:t>
      </w:r>
      <w:r w:rsidR="00C46660" w:rsidRPr="00D93E79">
        <w:rPr>
          <w:rFonts w:ascii="Arial Narrow" w:eastAsia="Times New Roman" w:hAnsi="Arial Narrow" w:cs="Arial"/>
          <w:lang w:eastAsia="pl-PL"/>
        </w:rPr>
        <w:t>14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hAnsi="Arial Narrow" w:cs="Arial"/>
        </w:rPr>
        <w:t>rozporządzenia Parlamentu Europejskiego i Rady (UE) 2016/679 z dnia 27 kwietnia 2016 r. w sprawie ochrony osób fizycznych w związku</w:t>
      </w:r>
      <w:r w:rsidR="00300D3C" w:rsidRPr="00D93E79">
        <w:rPr>
          <w:rFonts w:ascii="Arial Narrow" w:hAnsi="Arial Narrow" w:cs="Arial"/>
        </w:rPr>
        <w:t xml:space="preserve"> </w:t>
      </w:r>
      <w:r w:rsidR="00D64BD8" w:rsidRPr="00D93E79">
        <w:rPr>
          <w:rFonts w:ascii="Arial Narrow" w:hAnsi="Arial Narrow" w:cs="Arial"/>
        </w:rPr>
        <w:t>z </w:t>
      </w:r>
      <w:r w:rsidRPr="00D93E79">
        <w:rPr>
          <w:rFonts w:ascii="Arial Narrow" w:hAnsi="Arial Narrow" w:cs="Arial"/>
        </w:rPr>
        <w:t>przetwarzaniem danych osobowych i</w:t>
      </w:r>
      <w:r w:rsidR="003F53B2" w:rsidRPr="00D93E79">
        <w:rPr>
          <w:rFonts w:ascii="Arial Narrow" w:hAnsi="Arial Narrow" w:cs="Arial"/>
        </w:rPr>
        <w:t> </w:t>
      </w:r>
      <w:r w:rsidRPr="00D93E79">
        <w:rPr>
          <w:rFonts w:ascii="Arial Narrow" w:hAnsi="Arial Narrow" w:cs="Arial"/>
        </w:rPr>
        <w:t xml:space="preserve">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>dalej „RODO”</w:t>
      </w:r>
      <w:r w:rsidR="001E76BB" w:rsidRPr="00D93E79">
        <w:rPr>
          <w:rFonts w:ascii="Arial Narrow" w:eastAsia="Times New Roman" w:hAnsi="Arial Narrow" w:cs="Arial"/>
          <w:lang w:eastAsia="pl-PL"/>
        </w:rPr>
        <w:t>,</w:t>
      </w:r>
      <w:r w:rsidRPr="00D93E79">
        <w:rPr>
          <w:rFonts w:ascii="Arial Narrow" w:eastAsia="Times New Roman" w:hAnsi="Arial Narrow" w:cs="Arial"/>
          <w:lang w:eastAsia="pl-PL"/>
        </w:rPr>
        <w:t xml:space="preserve"> informuj</w:t>
      </w:r>
      <w:r w:rsidR="00B126D3" w:rsidRPr="00D93E79">
        <w:rPr>
          <w:rFonts w:ascii="Arial Narrow" w:eastAsia="Times New Roman" w:hAnsi="Arial Narrow" w:cs="Arial"/>
          <w:lang w:eastAsia="pl-PL"/>
        </w:rPr>
        <w:t>emy</w:t>
      </w:r>
      <w:r w:rsidR="00C504CD" w:rsidRPr="00D93E79">
        <w:rPr>
          <w:rFonts w:ascii="Arial Narrow" w:eastAsia="Times New Roman" w:hAnsi="Arial Narrow" w:cs="Arial"/>
          <w:lang w:eastAsia="pl-PL"/>
        </w:rPr>
        <w:t>: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</w:p>
    <w:p w14:paraId="18E9EEA9" w14:textId="0B1B5631" w:rsidR="00814CDB" w:rsidRPr="00D93E79" w:rsidRDefault="00814CDB" w:rsidP="00D93E79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14:paraId="180ECB20" w14:textId="3DBC0B58" w:rsidR="00166B7C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A</w:t>
      </w:r>
      <w:r w:rsidR="00166B7C" w:rsidRPr="00D93E79">
        <w:rPr>
          <w:rFonts w:ascii="Arial Narrow" w:eastAsia="Times New Roman" w:hAnsi="Arial Narrow" w:cs="Arial"/>
          <w:lang w:eastAsia="pl-PL"/>
        </w:rPr>
        <w:t xml:space="preserve">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,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t</w:t>
      </w:r>
      <w:r w:rsidRPr="00D93E79">
        <w:rPr>
          <w:rFonts w:ascii="Arial Narrow" w:eastAsia="Times New Roman" w:hAnsi="Arial Narrow" w:cs="Arial"/>
          <w:iCs/>
          <w:lang w:eastAsia="pl-PL"/>
        </w:rPr>
        <w:t>el</w:t>
      </w:r>
      <w:r w:rsidR="003F53B2" w:rsidRPr="00D93E79">
        <w:rPr>
          <w:rFonts w:ascii="Arial Narrow" w:eastAsia="Times New Roman" w:hAnsi="Arial Narrow" w:cs="Arial"/>
          <w:iCs/>
          <w:lang w:eastAsia="pl-PL"/>
        </w:rPr>
        <w:t>.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 xml:space="preserve"> (58) 699 </w:t>
      </w:r>
      <w:r w:rsidR="001E063E">
        <w:rPr>
          <w:rFonts w:ascii="Arial Narrow" w:eastAsia="Times New Roman" w:hAnsi="Arial Narrow" w:cs="Arial"/>
          <w:iCs/>
          <w:lang w:eastAsia="pl-PL"/>
        </w:rPr>
        <w:t>8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5 06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adres e-mail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: dyrekcja@ucmmit.gdynia.pl;</w:t>
      </w:r>
    </w:p>
    <w:p w14:paraId="138C6E92" w14:textId="3945E023" w:rsidR="00B126D3" w:rsidRPr="00D93E79" w:rsidRDefault="00AB4B89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 xml:space="preserve">Przetwarzamy Pani/Pana dane osobowe jako przedstawiciela podmiotu, z którym zawieramy umowę. </w:t>
      </w:r>
      <w:r w:rsidR="00B126D3" w:rsidRPr="00D93E79">
        <w:rPr>
          <w:rFonts w:ascii="Arial Narrow" w:eastAsia="Times New Roman" w:hAnsi="Arial Narrow" w:cs="Arial"/>
          <w:iCs/>
          <w:lang w:eastAsia="pl-PL"/>
        </w:rPr>
        <w:t>Administrator prowadzi operacje przetwarzania następujących kategorii Pani/Pana danych osobowych: imię i nazwisko, stanowisko służbowe, numer telefonu służbowego, adres e-mail służbowy.</w:t>
      </w:r>
    </w:p>
    <w:p w14:paraId="48B47542" w14:textId="46E4D260" w:rsidR="00571593" w:rsidRPr="00D93E79" w:rsidRDefault="00571593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14:paraId="536788D0" w14:textId="38DD9181" w:rsidR="008E29C9" w:rsidRPr="00D93E79" w:rsidRDefault="00C93D21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Jeśli Pani/Pana danych osobowych nie otrzymaliśmy bezpośrednio od Pani/Pan, to informujemy, że </w:t>
      </w:r>
      <w:r w:rsidR="008E29C9" w:rsidRPr="00D93E79">
        <w:rPr>
          <w:rFonts w:ascii="Arial Narrow" w:eastAsia="Times New Roman" w:hAnsi="Arial Narrow" w:cs="Arial"/>
          <w:lang w:eastAsia="pl-PL"/>
        </w:rPr>
        <w:t>przekazał nam</w:t>
      </w:r>
      <w:r w:rsidRPr="00D93E79">
        <w:rPr>
          <w:rFonts w:ascii="Arial Narrow" w:eastAsia="Times New Roman" w:hAnsi="Arial Narrow" w:cs="Arial"/>
          <w:lang w:eastAsia="pl-PL"/>
        </w:rPr>
        <w:t xml:space="preserve"> je</w:t>
      </w:r>
      <w:r w:rsidR="008E29C9" w:rsidRPr="00D93E79">
        <w:rPr>
          <w:rFonts w:ascii="Arial Narrow" w:eastAsia="Times New Roman" w:hAnsi="Arial Narrow" w:cs="Arial"/>
          <w:lang w:eastAsia="pl-PL"/>
        </w:rPr>
        <w:t xml:space="preserve"> podmiot, z którym zawieramy umowę, </w:t>
      </w:r>
      <w:r w:rsidR="008E29C9" w:rsidRPr="0080282B">
        <w:rPr>
          <w:rFonts w:ascii="Arial Narrow" w:eastAsia="Times New Roman" w:hAnsi="Arial Narrow" w:cs="Arial"/>
          <w:highlight w:val="yellow"/>
          <w:lang w:eastAsia="pl-PL"/>
        </w:rPr>
        <w:t>tj</w:t>
      </w:r>
      <w:r w:rsidR="008E29C9" w:rsidRPr="0080282B">
        <w:rPr>
          <w:rFonts w:ascii="Arial Narrow" w:eastAsia="Times New Roman" w:hAnsi="Arial Narrow" w:cs="Arial"/>
          <w:b/>
          <w:highlight w:val="yellow"/>
          <w:lang w:eastAsia="pl-PL"/>
        </w:rPr>
        <w:t>.</w:t>
      </w:r>
      <w:r w:rsidR="00287096" w:rsidRPr="0080282B">
        <w:rPr>
          <w:rFonts w:ascii="Arial Narrow" w:eastAsia="Times New Roman" w:hAnsi="Arial Narrow" w:cs="Arial"/>
          <w:b/>
          <w:bCs/>
          <w:highlight w:val="yellow"/>
          <w:lang w:eastAsia="pl-PL"/>
        </w:rPr>
        <w:t xml:space="preserve"> </w:t>
      </w:r>
      <w:r w:rsidR="0080282B" w:rsidRPr="0080282B">
        <w:rPr>
          <w:rFonts w:ascii="Arial Narrow" w:eastAsia="Times New Roman" w:hAnsi="Arial Narrow" w:cs="Arial"/>
          <w:b/>
          <w:bCs/>
          <w:highlight w:val="yellow"/>
          <w:lang w:eastAsia="pl-PL"/>
        </w:rPr>
        <w:t>……</w:t>
      </w:r>
    </w:p>
    <w:p w14:paraId="06EE5719" w14:textId="77777777" w:rsidR="00814CDB" w:rsidRPr="00D93E79" w:rsidRDefault="00814CDB" w:rsidP="00D93E79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14:paraId="769AAE11" w14:textId="6BE222C1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We wszystkich sprawach dotyczących ochrony danych osobowych, ma </w:t>
      </w:r>
      <w:r w:rsidR="00C46660" w:rsidRPr="00D93E79">
        <w:rPr>
          <w:rFonts w:ascii="Arial Narrow" w:eastAsia="Times New Roman" w:hAnsi="Arial Narrow" w:cs="Arial"/>
          <w:lang w:eastAsia="pl-PL"/>
        </w:rPr>
        <w:t>Pani/</w:t>
      </w:r>
      <w:r w:rsidRPr="00D93E79">
        <w:rPr>
          <w:rFonts w:ascii="Arial Narrow" w:eastAsia="Times New Roman" w:hAnsi="Arial Narrow" w:cs="Arial"/>
          <w:lang w:eastAsia="pl-PL"/>
        </w:rPr>
        <w:t>Pa</w:t>
      </w:r>
      <w:r w:rsidR="00C46660" w:rsidRPr="00D93E79">
        <w:rPr>
          <w:rFonts w:ascii="Arial Narrow" w:eastAsia="Times New Roman" w:hAnsi="Arial Narrow" w:cs="Arial"/>
          <w:lang w:eastAsia="pl-PL"/>
        </w:rPr>
        <w:t xml:space="preserve">n </w:t>
      </w:r>
      <w:r w:rsidRPr="00D93E79">
        <w:rPr>
          <w:rFonts w:ascii="Arial Narrow" w:eastAsia="Times New Roman" w:hAnsi="Arial Narrow" w:cs="Arial"/>
          <w:lang w:eastAsia="pl-PL"/>
        </w:rPr>
        <w:t>prawo kontaktować się z naszym Inspektorem ochrony danych, na adres e-mail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6E4E80"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dane_osobowe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@ucmmit.gdynia.pl</w:t>
      </w:r>
      <w:r w:rsidRPr="00D93E79">
        <w:rPr>
          <w:rFonts w:ascii="Arial Narrow" w:eastAsia="Times New Roman" w:hAnsi="Arial Narrow" w:cs="Arial"/>
          <w:iCs/>
          <w:lang w:eastAsia="pl-PL"/>
        </w:rPr>
        <w:t>;</w:t>
      </w:r>
    </w:p>
    <w:p w14:paraId="6B6BC31D" w14:textId="2EBCF812" w:rsidR="00423FCF" w:rsidRPr="00D93E79" w:rsidRDefault="00814CDB" w:rsidP="00D93E79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</w:t>
      </w:r>
      <w:r w:rsidR="00793ECE" w:rsidRPr="00D93E79">
        <w:rPr>
          <w:rFonts w:ascii="Arial Narrow" w:hAnsi="Arial Narrow" w:cs="Arial"/>
          <w:b/>
        </w:rPr>
        <w:t>e</w:t>
      </w:r>
      <w:r w:rsidRPr="00D93E79">
        <w:rPr>
          <w:rFonts w:ascii="Arial Narrow" w:hAnsi="Arial Narrow" w:cs="Arial"/>
          <w:b/>
        </w:rPr>
        <w:t xml:space="preserve"> przetwarzania</w:t>
      </w:r>
      <w:r w:rsidR="00423FCF" w:rsidRPr="00D93E79">
        <w:rPr>
          <w:rFonts w:ascii="Arial Narrow" w:hAnsi="Arial Narrow" w:cs="Arial"/>
          <w:b/>
        </w:rPr>
        <w:t xml:space="preserve"> i podstawa przetwarzania danych</w:t>
      </w:r>
    </w:p>
    <w:p w14:paraId="6233B835" w14:textId="77777777" w:rsidR="00423FCF" w:rsidRPr="00D93E79" w:rsidRDefault="00423FCF" w:rsidP="00D93E79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14:paraId="26B26D6D" w14:textId="0F22C054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6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 1 lit. b RODO),</w:t>
      </w:r>
    </w:p>
    <w:p w14:paraId="50DA8F2F" w14:textId="0500E9CC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się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Panią/Panem jako przedstawicielem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podmiotów,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którym UCMMIT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zawiera umowę,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gdzie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konieczność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taka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stanowi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nasz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prawnie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uzasadniony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interes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(podstawa z art. 6 ust 1 lit. f RODO),</w:t>
      </w:r>
    </w:p>
    <w:p w14:paraId="6EEA6C9B" w14:textId="04955896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działań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(takich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jak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np.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ustalenie,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dochodzenie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lub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obrona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przed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roszczeniami), których skuteczne podjęcie wymaga wykorzystania danych przedstawiciela podmiotu trzeciego, na podstawie naszego prawnie uzasadnionego interesu (podstawa z art. 6 ust. 1 lit. f RODO),</w:t>
      </w:r>
    </w:p>
    <w:p w14:paraId="2714C2FB" w14:textId="0382B1B1" w:rsidR="00814CDB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 xml:space="preserve">ewentualnego wywiązania się z obowiązków prawnych, w zakresie w jakimi wykonanie ich wymagać będzie posłużenia się </w:t>
      </w:r>
      <w:r w:rsidR="00C504CD" w:rsidRPr="006F0F1F">
        <w:rPr>
          <w:rFonts w:ascii="Arial Narrow" w:hAnsi="Arial Narrow" w:cs="Arial"/>
          <w:bCs/>
        </w:rPr>
        <w:t>Pani/Pana</w:t>
      </w:r>
      <w:r w:rsidRPr="006F0F1F">
        <w:rPr>
          <w:rFonts w:ascii="Arial Narrow" w:hAnsi="Arial Narrow" w:cs="Arial"/>
          <w:bCs/>
        </w:rPr>
        <w:t xml:space="preserve"> danymi (podstawa z art. 6 ust. 1 lit c RODO).</w:t>
      </w:r>
    </w:p>
    <w:p w14:paraId="00123C65" w14:textId="77777777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14:paraId="0ACAF7E7" w14:textId="67D92B74" w:rsidR="00814CDB" w:rsidRPr="00D93E79" w:rsidRDefault="00423FCF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jest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warunkiem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realizacji celów,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o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których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mowa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powyżej. Niepodanie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tych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 uniemożliwia ich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realizację</w:t>
      </w:r>
      <w:r w:rsidR="00A30774" w:rsidRPr="00D93E79">
        <w:rPr>
          <w:rFonts w:ascii="Arial Narrow" w:eastAsia="Times New Roman" w:hAnsi="Arial Narrow" w:cs="Arial"/>
          <w:lang w:eastAsia="pl-PL"/>
        </w:rPr>
        <w:t>.</w:t>
      </w:r>
    </w:p>
    <w:p w14:paraId="5119102D" w14:textId="0EDBDD99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14:paraId="5BBF4AF5" w14:textId="29CD584A" w:rsidR="00C24E42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pozyskane w związku z </w:t>
      </w:r>
      <w:r w:rsidR="00C24E42" w:rsidRPr="00D93E79">
        <w:rPr>
          <w:rFonts w:ascii="Arial Narrow" w:eastAsia="Times New Roman" w:hAnsi="Arial Narrow" w:cs="Arial"/>
          <w:lang w:eastAsia="pl-PL"/>
        </w:rPr>
        <w:t>zawieraną umową</w:t>
      </w:r>
      <w:r w:rsidRPr="00D93E79">
        <w:rPr>
          <w:rFonts w:ascii="Arial Narrow" w:eastAsia="Times New Roman" w:hAnsi="Arial Narrow" w:cs="Arial"/>
          <w:lang w:eastAsia="pl-PL"/>
        </w:rPr>
        <w:t xml:space="preserve">,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będą przechowywane </w:t>
      </w:r>
      <w:r w:rsidRPr="00D93E79">
        <w:rPr>
          <w:rFonts w:ascii="Arial Narrow" w:eastAsia="Times New Roman" w:hAnsi="Arial Narrow" w:cs="Arial"/>
          <w:lang w:eastAsia="pl-PL"/>
        </w:rPr>
        <w:t xml:space="preserve">przez okres </w:t>
      </w:r>
      <w:r w:rsidR="00C24E42" w:rsidRPr="00D93E79">
        <w:rPr>
          <w:rFonts w:ascii="Arial Narrow" w:eastAsia="Times New Roman" w:hAnsi="Arial Narrow" w:cs="Arial"/>
          <w:lang w:eastAsia="pl-PL"/>
        </w:rPr>
        <w:t>wymagany przepisami prawa, nie dłużej jednak niż przez okres przedawnienia roszczeń. W</w:t>
      </w:r>
      <w:r w:rsidR="008043CF" w:rsidRPr="00D93E79">
        <w:rPr>
          <w:rFonts w:ascii="Arial Narrow" w:eastAsia="Times New Roman" w:hAnsi="Arial Narrow" w:cs="Arial"/>
          <w:lang w:eastAsia="pl-PL"/>
        </w:rPr>
        <w:t> </w:t>
      </w:r>
      <w:r w:rsidR="00C504CD" w:rsidRPr="00D93E79">
        <w:rPr>
          <w:rFonts w:ascii="Arial Narrow" w:eastAsia="Times New Roman" w:hAnsi="Arial Narrow" w:cs="Arial"/>
          <w:lang w:eastAsia="pl-PL"/>
        </w:rPr>
        <w:t> </w:t>
      </w:r>
      <w:r w:rsidR="00C24E42" w:rsidRPr="00D93E79">
        <w:rPr>
          <w:rFonts w:ascii="Arial Narrow" w:eastAsia="Times New Roman" w:hAnsi="Arial Narrow" w:cs="Arial"/>
          <w:lang w:eastAsia="pl-PL"/>
        </w:rPr>
        <w:t>takim przypadku, dla okresu przedawnienia, zastosowanie znajdą ogólne przepisy wynikające z ustawy Kodeks cywilny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194CE2F6" w14:textId="3F2B9380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14:paraId="5926104D" w14:textId="77777777" w:rsidR="00C24E42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mogą być przekazywane następującym kategoriom odbiorców: </w:t>
      </w:r>
    </w:p>
    <w:p w14:paraId="31B084E9" w14:textId="5EB1235D" w:rsidR="001E6F7C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14:paraId="1BB4D574" w14:textId="084F4D6A" w:rsidR="009C076B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</w:t>
      </w:r>
      <w:r w:rsidR="009C076B" w:rsidRPr="006F0F1F">
        <w:rPr>
          <w:rFonts w:ascii="Arial Narrow" w:eastAsia="Times New Roman" w:hAnsi="Arial Narrow" w:cs="Arial"/>
          <w:lang w:eastAsia="pl-PL"/>
        </w:rPr>
        <w:t>:</w:t>
      </w:r>
      <w:r w:rsidR="006F0F1F">
        <w:rPr>
          <w:rFonts w:ascii="Arial Narrow" w:eastAsia="Times New Roman" w:hAnsi="Arial Narrow" w:cs="Arial"/>
          <w:lang w:eastAsia="pl-PL"/>
        </w:rPr>
        <w:t xml:space="preserve"> </w:t>
      </w:r>
    </w:p>
    <w:p w14:paraId="4CA680A0" w14:textId="1543A94D" w:rsidR="00C24E42" w:rsidRPr="00D93E79" w:rsidRDefault="00C24E42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dostawcy usług teleinformatycznych</w:t>
      </w:r>
      <w:r w:rsidR="009C076B" w:rsidRPr="00D93E79">
        <w:rPr>
          <w:rFonts w:ascii="Arial Narrow" w:eastAsia="Times New Roman" w:hAnsi="Arial Narrow" w:cs="Arial"/>
          <w:lang w:eastAsia="pl-PL"/>
        </w:rPr>
        <w:t xml:space="preserve"> i</w:t>
      </w:r>
      <w:r w:rsidRPr="00D93E79">
        <w:rPr>
          <w:rFonts w:ascii="Arial Narrow" w:eastAsia="Times New Roman" w:hAnsi="Arial Narrow" w:cs="Arial"/>
          <w:lang w:eastAsia="pl-PL"/>
        </w:rPr>
        <w:t xml:space="preserve"> księgowych, </w:t>
      </w:r>
    </w:p>
    <w:p w14:paraId="5FC2B208" w14:textId="7A3F7BF3" w:rsidR="009C076B" w:rsidRPr="00D93E79" w:rsidRDefault="009C076B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14:paraId="70831B93" w14:textId="1607919C" w:rsidR="009C076B" w:rsidRPr="006F0F1F" w:rsidRDefault="006F0F1F" w:rsidP="006F0F1F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="009C076B"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3A5432BC" w14:textId="5DB2A769" w:rsidR="00C24E42" w:rsidRPr="006F0F1F" w:rsidRDefault="009C076B" w:rsidP="006F0F1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upoważnionym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przez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Administratora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Danych,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w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tym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naszym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pracownikom i</w:t>
      </w:r>
      <w:r w:rsidR="00C504CD" w:rsidRPr="006F0F1F">
        <w:rPr>
          <w:rFonts w:ascii="Arial Narrow" w:eastAsia="Times New Roman" w:hAnsi="Arial Narrow" w:cs="Arial"/>
          <w:lang w:eastAsia="pl-PL"/>
        </w:rPr>
        <w:t> </w:t>
      </w:r>
      <w:r w:rsidRPr="006F0F1F">
        <w:rPr>
          <w:rFonts w:ascii="Arial Narrow" w:eastAsia="Times New Roman" w:hAnsi="Arial Narrow" w:cs="Arial"/>
          <w:lang w:eastAsia="pl-PL"/>
        </w:rPr>
        <w:t>współpracownikom, którzy muszą mieć dostęp do danych, aby wykonywać swoje obowiązki.</w:t>
      </w:r>
    </w:p>
    <w:p w14:paraId="3B59AF24" w14:textId="57FBD5AB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14:paraId="0870C13A" w14:textId="7728FC03" w:rsidR="001E6F7C" w:rsidRPr="00D93E79" w:rsidRDefault="009C076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</w:t>
      </w:r>
      <w:r w:rsidR="001E6F7C" w:rsidRPr="00D93E79">
        <w:rPr>
          <w:rFonts w:ascii="Arial Narrow" w:eastAsia="Times New Roman" w:hAnsi="Arial Narrow" w:cs="Arial"/>
          <w:lang w:eastAsia="pl-PL"/>
        </w:rPr>
        <w:t>dane</w:t>
      </w:r>
      <w:r w:rsidRPr="00D93E79">
        <w:rPr>
          <w:rFonts w:ascii="Arial Narrow" w:eastAsia="Times New Roman" w:hAnsi="Arial Narrow" w:cs="Arial"/>
          <w:lang w:eastAsia="pl-PL"/>
        </w:rPr>
        <w:t xml:space="preserve"> osobowe nie będą p</w:t>
      </w:r>
      <w:r w:rsidR="001E6F7C" w:rsidRPr="00D93E79">
        <w:rPr>
          <w:rFonts w:ascii="Arial Narrow" w:eastAsia="Times New Roman" w:hAnsi="Arial Narrow" w:cs="Arial"/>
          <w:lang w:eastAsia="pl-PL"/>
        </w:rPr>
        <w:t xml:space="preserve">rzekazywane do państw </w:t>
      </w:r>
      <w:r w:rsidRPr="00D93E79">
        <w:rPr>
          <w:rFonts w:ascii="Arial Narrow" w:eastAsia="Times New Roman" w:hAnsi="Arial Narrow" w:cs="Arial"/>
          <w:lang w:eastAsia="pl-PL"/>
        </w:rPr>
        <w:t>trzecich ani organizacji międzynarodowych.</w:t>
      </w:r>
    </w:p>
    <w:p w14:paraId="4537B1FB" w14:textId="77777777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14:paraId="217146FB" w14:textId="45D003B2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7B033DB4" w14:textId="21BCFF91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14:paraId="3D76FA00" w14:textId="77777777" w:rsidR="008043CF" w:rsidRPr="00D93E79" w:rsidRDefault="001E6F7C" w:rsidP="00D93E79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</w:t>
      </w:r>
      <w:r w:rsidR="008043CF" w:rsidRPr="00D93E79">
        <w:rPr>
          <w:rFonts w:ascii="Arial Narrow" w:eastAsia="Times New Roman" w:hAnsi="Arial Narrow" w:cs="Arial"/>
          <w:lang w:eastAsia="pl-PL"/>
        </w:rPr>
        <w:t xml:space="preserve"> prawo do</w:t>
      </w:r>
      <w:r w:rsidRPr="00D93E79">
        <w:rPr>
          <w:rFonts w:ascii="Arial Narrow" w:eastAsia="Times New Roman" w:hAnsi="Arial Narrow" w:cs="Arial"/>
          <w:lang w:eastAsia="pl-PL"/>
        </w:rPr>
        <w:t>:</w:t>
      </w:r>
    </w:p>
    <w:p w14:paraId="3E0B1CE7" w14:textId="73EF464B" w:rsidR="001E6F7C" w:rsidRPr="006F0F1F" w:rsidRDefault="008043CF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14:paraId="4A30B3F7" w14:textId="53BDB0D3" w:rsidR="008043CF" w:rsidRPr="009019E2" w:rsidRDefault="001E6F7C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</w:t>
      </w:r>
      <w:r w:rsidR="008043CF" w:rsidRPr="006F0F1F">
        <w:rPr>
          <w:rFonts w:ascii="Arial Narrow" w:eastAsia="Times New Roman" w:hAnsi="Arial Narrow" w:cs="Arial"/>
          <w:lang w:eastAsia="pl-PL"/>
        </w:rPr>
        <w:t>.</w:t>
      </w:r>
    </w:p>
    <w:p w14:paraId="6E2860F1" w14:textId="77777777" w:rsidR="009019E2" w:rsidRDefault="009019E2" w:rsidP="009019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14:paraId="34B85C58" w14:textId="77777777" w:rsidR="009019E2" w:rsidRDefault="009019E2" w:rsidP="009019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14:paraId="36B820BE" w14:textId="77777777" w:rsidR="009019E2" w:rsidRPr="009019E2" w:rsidRDefault="009019E2" w:rsidP="009019E2">
      <w:pPr>
        <w:spacing w:before="120" w:after="120" w:line="276" w:lineRule="auto"/>
        <w:jc w:val="center"/>
        <w:rPr>
          <w:rFonts w:ascii="Arial Narrow" w:hAnsi="Arial Narrow" w:cs="Arial"/>
          <w:b/>
          <w:bCs/>
          <w:u w:val="single"/>
        </w:rPr>
      </w:pPr>
      <w:r w:rsidRPr="009019E2">
        <w:rPr>
          <w:rFonts w:ascii="Arial Narrow" w:hAnsi="Arial Narrow" w:cs="Arial"/>
          <w:b/>
          <w:bCs/>
          <w:iCs/>
          <w:u w:val="single"/>
        </w:rPr>
        <w:lastRenderedPageBreak/>
        <w:t xml:space="preserve">Informacja </w:t>
      </w:r>
      <w:r w:rsidRPr="009019E2">
        <w:rPr>
          <w:rFonts w:ascii="Arial Narrow" w:hAnsi="Arial Narrow" w:cs="Arial"/>
          <w:b/>
          <w:bCs/>
          <w:u w:val="single"/>
        </w:rPr>
        <w:t>dotycząca przetwarzania danych osobowych w ramach systemu monitoringu wizyjnego</w:t>
      </w:r>
      <w:r w:rsidRPr="009019E2">
        <w:rPr>
          <w:rFonts w:ascii="Arial Narrow" w:hAnsi="Arial Narrow" w:cs="Arial"/>
          <w:b/>
          <w:bCs/>
          <w:iCs/>
          <w:u w:val="single"/>
        </w:rPr>
        <w:t xml:space="preserve"> </w:t>
      </w:r>
    </w:p>
    <w:p w14:paraId="50CCE4DA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9019E2">
        <w:rPr>
          <w:rFonts w:ascii="Arial Narrow" w:eastAsia="Times New Roman" w:hAnsi="Arial Narrow" w:cs="Arial"/>
          <w:lang w:eastAsia="pl-PL"/>
        </w:rPr>
        <w:t>Na terenie Uniwersyteckiego Centrum Medycyny Morskiej i Tropikalnej funkcjonuje monitoring wizyjny, obejmujący wejścia do budynków, korytarze i ciągi komunikacyjne oraz parking.</w:t>
      </w:r>
    </w:p>
    <w:p w14:paraId="3D6E28AC" w14:textId="77777777" w:rsid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</w:p>
    <w:p w14:paraId="5F745224" w14:textId="48C7C11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9019E2">
        <w:rPr>
          <w:rFonts w:ascii="Arial Narrow" w:eastAsia="Times New Roman" w:hAnsi="Arial Narrow" w:cs="Arial"/>
          <w:lang w:eastAsia="pl-PL"/>
        </w:rPr>
        <w:t xml:space="preserve">Zgodnie z art. 13 ust. 1 i ust.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>dalej „RODO”, informujemy:</w:t>
      </w:r>
    </w:p>
    <w:p w14:paraId="5DD64104" w14:textId="77777777" w:rsidR="009019E2" w:rsidRPr="00D93E79" w:rsidRDefault="009019E2" w:rsidP="009019E2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14:paraId="7F892113" w14:textId="23A3C1B4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80282B">
        <w:rPr>
          <w:rFonts w:ascii="Arial Narrow" w:eastAsia="Times New Roman" w:hAnsi="Arial Narrow" w:cs="Arial"/>
          <w:iCs/>
          <w:lang w:eastAsia="pl-PL"/>
        </w:rPr>
        <w:t>8</w:t>
      </w:r>
      <w:bookmarkStart w:id="0" w:name="_GoBack"/>
      <w:bookmarkEnd w:id="0"/>
      <w:r w:rsidRPr="00D93E79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14:paraId="4AC6C1F3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14:paraId="460B5E6B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14:paraId="3D32123A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D93E79">
        <w:rPr>
          <w:rFonts w:ascii="Arial Narrow" w:eastAsia="Times New Roman" w:hAnsi="Arial Narrow" w:cs="Arial"/>
          <w:b/>
          <w:lang w:eastAsia="pl-PL"/>
        </w:rPr>
        <w:t>.</w:t>
      </w:r>
      <w:r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>
        <w:rPr>
          <w:rStyle w:val="Pogrubienie"/>
          <w:rFonts w:ascii="Arial Narrow" w:hAnsi="Arial Narrow" w:cs="Arial"/>
          <w:color w:val="4A4A4A"/>
        </w:rPr>
        <w:t>………………………………………………………</w:t>
      </w:r>
    </w:p>
    <w:p w14:paraId="79F63818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9019E2">
        <w:rPr>
          <w:rFonts w:ascii="Arial Narrow" w:eastAsia="Times New Roman" w:hAnsi="Arial Narrow" w:cs="Arial"/>
          <w:b/>
          <w:bCs/>
          <w:lang w:eastAsia="pl-PL"/>
        </w:rPr>
        <w:t>Inspektor ochrony danych</w:t>
      </w:r>
    </w:p>
    <w:p w14:paraId="75D2F2F1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9019E2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e-mail: dane_osobowe@ucmmit.gdynia.pl;</w:t>
      </w:r>
    </w:p>
    <w:p w14:paraId="38BEFC11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9019E2">
        <w:rPr>
          <w:rFonts w:ascii="Arial Narrow" w:eastAsia="Times New Roman" w:hAnsi="Arial Narrow" w:cs="Arial"/>
          <w:b/>
          <w:bCs/>
          <w:lang w:eastAsia="pl-PL"/>
        </w:rPr>
        <w:t>Cele przetwarzania i podstawa przetwarzania danych</w:t>
      </w:r>
    </w:p>
    <w:p w14:paraId="11D8DD0A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9019E2">
        <w:rPr>
          <w:rFonts w:ascii="Arial Narrow" w:eastAsia="Times New Roman" w:hAnsi="Arial Narrow" w:cs="Arial"/>
          <w:lang w:eastAsia="pl-PL"/>
        </w:rPr>
        <w:t>Pani/Pana dane osobowe będą przetwarzane w celu zapewnienia bezpieczeństwa osób oraz mienia administratora zgodnie z przepisami Kodeksu pracy (art. 6 ust. 1 lit. c RODO), a także na podstawie prawnie uzasadnionego interesu administratora, jakim jest dochodzenie roszczeń (art. 6 ust. 1 lit. f RODO).</w:t>
      </w:r>
    </w:p>
    <w:p w14:paraId="47A47956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9019E2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14:paraId="0BCFB4A2" w14:textId="77777777" w:rsidR="009019E2" w:rsidRPr="009019E2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9019E2">
        <w:rPr>
          <w:rFonts w:ascii="Arial Narrow" w:eastAsia="Times New Roman" w:hAnsi="Arial Narrow" w:cs="Arial"/>
          <w:lang w:eastAsia="pl-PL"/>
        </w:rPr>
        <w:t xml:space="preserve">Podanie przez Panią/Pana danych jest dobrowolne, lecz niezbędne do przebywania na terenie obiektów </w:t>
      </w:r>
      <w:proofErr w:type="spellStart"/>
      <w:r w:rsidRPr="009019E2">
        <w:rPr>
          <w:rFonts w:ascii="Arial Narrow" w:eastAsia="Times New Roman" w:hAnsi="Arial Narrow" w:cs="Arial"/>
          <w:lang w:eastAsia="pl-PL"/>
        </w:rPr>
        <w:t>Współadministratorów</w:t>
      </w:r>
      <w:proofErr w:type="spellEnd"/>
      <w:r w:rsidRPr="009019E2">
        <w:rPr>
          <w:rFonts w:ascii="Arial Narrow" w:eastAsia="Times New Roman" w:hAnsi="Arial Narrow" w:cs="Arial"/>
          <w:lang w:eastAsia="pl-PL"/>
        </w:rPr>
        <w:t xml:space="preserve">. </w:t>
      </w:r>
    </w:p>
    <w:p w14:paraId="31D8D3DA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14:paraId="66441867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14:paraId="5D6908D3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14:paraId="21846597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14:paraId="6F3A0AA6" w14:textId="77777777" w:rsidR="009019E2" w:rsidRPr="006F0F1F" w:rsidRDefault="009019E2" w:rsidP="009019E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14:paraId="20B7765F" w14:textId="77777777" w:rsidR="009019E2" w:rsidRPr="006F0F1F" w:rsidRDefault="009019E2" w:rsidP="009019E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  <w:r>
        <w:rPr>
          <w:rFonts w:ascii="Arial Narrow" w:eastAsia="Times New Roman" w:hAnsi="Arial Narrow" w:cs="Arial"/>
          <w:lang w:eastAsia="pl-PL"/>
        </w:rPr>
        <w:t xml:space="preserve"> </w:t>
      </w:r>
    </w:p>
    <w:p w14:paraId="3944DBED" w14:textId="77777777" w:rsidR="009019E2" w:rsidRPr="00D93E79" w:rsidRDefault="009019E2" w:rsidP="009019E2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14:paraId="21B5DC88" w14:textId="77777777" w:rsidR="009019E2" w:rsidRPr="00D93E79" w:rsidRDefault="009019E2" w:rsidP="009019E2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14:paraId="58DA012E" w14:textId="77777777" w:rsidR="009019E2" w:rsidRPr="006F0F1F" w:rsidRDefault="009019E2" w:rsidP="009019E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3E6C2F42" w14:textId="77777777" w:rsidR="009019E2" w:rsidRPr="006F0F1F" w:rsidRDefault="009019E2" w:rsidP="009019E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14:paraId="575DBFE1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14:paraId="429710D3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14:paraId="386D52AF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14:paraId="5509C9DB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14:paraId="7391BEEE" w14:textId="77777777" w:rsidR="009019E2" w:rsidRPr="00D93E79" w:rsidRDefault="009019E2" w:rsidP="009019E2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14:paraId="3956B1A3" w14:textId="77777777" w:rsidR="009019E2" w:rsidRPr="00D93E79" w:rsidRDefault="009019E2" w:rsidP="009019E2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 prawo do:</w:t>
      </w:r>
    </w:p>
    <w:p w14:paraId="4DE999BF" w14:textId="77777777" w:rsidR="009019E2" w:rsidRPr="006F0F1F" w:rsidRDefault="009019E2" w:rsidP="009019E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14:paraId="15BC24EF" w14:textId="77777777" w:rsidR="009019E2" w:rsidRPr="009019E2" w:rsidRDefault="009019E2" w:rsidP="009019E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p w14:paraId="1FBB5FDB" w14:textId="199CDD0C" w:rsidR="009019E2" w:rsidRPr="009019E2" w:rsidRDefault="009019E2" w:rsidP="009019E2">
      <w:pPr>
        <w:spacing w:after="0" w:line="240" w:lineRule="auto"/>
        <w:ind w:left="-142" w:firstLine="142"/>
        <w:jc w:val="both"/>
        <w:rPr>
          <w:rFonts w:ascii="Arial Narrow" w:hAnsi="Arial Narrow" w:cs="Arial"/>
          <w:color w:val="000000"/>
        </w:rPr>
      </w:pPr>
    </w:p>
    <w:sectPr w:rsidR="009019E2" w:rsidRPr="009019E2" w:rsidSect="00D93E79">
      <w:footerReference w:type="default" r:id="rId8"/>
      <w:pgSz w:w="11906" w:h="16838"/>
      <w:pgMar w:top="993" w:right="99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EC9B" w14:textId="77777777" w:rsidR="006F0F1F" w:rsidRDefault="006F0F1F" w:rsidP="00B62535">
      <w:pPr>
        <w:spacing w:after="0" w:line="240" w:lineRule="auto"/>
      </w:pPr>
      <w:r>
        <w:separator/>
      </w:r>
    </w:p>
  </w:endnote>
  <w:endnote w:type="continuationSeparator" w:id="0">
    <w:p w14:paraId="3741B529" w14:textId="77777777" w:rsidR="006F0F1F" w:rsidRDefault="006F0F1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32845"/>
      <w:docPartObj>
        <w:docPartGallery w:val="Page Numbers (Bottom of Page)"/>
        <w:docPartUnique/>
      </w:docPartObj>
    </w:sdtPr>
    <w:sdtEndPr/>
    <w:sdtContent>
      <w:p w14:paraId="184395BC" w14:textId="77777777" w:rsidR="006F0F1F" w:rsidRDefault="006F0F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82B">
          <w:rPr>
            <w:noProof/>
          </w:rPr>
          <w:t>2</w:t>
        </w:r>
        <w:r>
          <w:fldChar w:fldCharType="end"/>
        </w:r>
      </w:p>
    </w:sdtContent>
  </w:sdt>
  <w:p w14:paraId="73D417EC" w14:textId="77777777" w:rsidR="006F0F1F" w:rsidRDefault="006F0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BBEAF" w14:textId="77777777" w:rsidR="006F0F1F" w:rsidRDefault="006F0F1F" w:rsidP="00B62535">
      <w:pPr>
        <w:spacing w:after="0" w:line="240" w:lineRule="auto"/>
      </w:pPr>
      <w:r>
        <w:separator/>
      </w:r>
    </w:p>
  </w:footnote>
  <w:footnote w:type="continuationSeparator" w:id="0">
    <w:p w14:paraId="10FC1AF9" w14:textId="77777777" w:rsidR="006F0F1F" w:rsidRDefault="006F0F1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265866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01F89"/>
    <w:multiLevelType w:val="hybridMultilevel"/>
    <w:tmpl w:val="0E60DB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F5546E"/>
    <w:multiLevelType w:val="hybridMultilevel"/>
    <w:tmpl w:val="89AE4F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47370"/>
    <w:multiLevelType w:val="hybridMultilevel"/>
    <w:tmpl w:val="D0A85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5642"/>
    <w:multiLevelType w:val="hybridMultilevel"/>
    <w:tmpl w:val="149AB6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AC320A"/>
    <w:multiLevelType w:val="hybridMultilevel"/>
    <w:tmpl w:val="49CA54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A5474"/>
    <w:multiLevelType w:val="hybridMultilevel"/>
    <w:tmpl w:val="53E295C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E822846"/>
    <w:multiLevelType w:val="hybridMultilevel"/>
    <w:tmpl w:val="A0F447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C7410"/>
    <w:multiLevelType w:val="multilevel"/>
    <w:tmpl w:val="55308100"/>
    <w:lvl w:ilvl="0">
      <w:start w:val="1"/>
      <w:numFmt w:val="lowerLetter"/>
      <w:suff w:val="space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4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04" w:hanging="360"/>
      </w:pPr>
      <w:rPr>
        <w:rFonts w:hint="default"/>
      </w:rPr>
    </w:lvl>
  </w:abstractNum>
  <w:abstractNum w:abstractNumId="2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31AF2"/>
    <w:multiLevelType w:val="hybridMultilevel"/>
    <w:tmpl w:val="F37C9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369D3"/>
    <w:multiLevelType w:val="hybridMultilevel"/>
    <w:tmpl w:val="3A46D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0"/>
  </w:num>
  <w:num w:numId="3">
    <w:abstractNumId w:val="27"/>
  </w:num>
  <w:num w:numId="4">
    <w:abstractNumId w:val="26"/>
  </w:num>
  <w:num w:numId="5">
    <w:abstractNumId w:val="8"/>
  </w:num>
  <w:num w:numId="6">
    <w:abstractNumId w:val="28"/>
  </w:num>
  <w:num w:numId="7">
    <w:abstractNumId w:val="5"/>
  </w:num>
  <w:num w:numId="8">
    <w:abstractNumId w:val="21"/>
  </w:num>
  <w:num w:numId="9">
    <w:abstractNumId w:val="16"/>
  </w:num>
  <w:num w:numId="10">
    <w:abstractNumId w:val="23"/>
  </w:num>
  <w:num w:numId="11">
    <w:abstractNumId w:val="17"/>
  </w:num>
  <w:num w:numId="12">
    <w:abstractNumId w:val="9"/>
  </w:num>
  <w:num w:numId="13">
    <w:abstractNumId w:val="12"/>
  </w:num>
  <w:num w:numId="14">
    <w:abstractNumId w:val="6"/>
  </w:num>
  <w:num w:numId="15">
    <w:abstractNumId w:val="13"/>
  </w:num>
  <w:num w:numId="16">
    <w:abstractNumId w:val="7"/>
  </w:num>
  <w:num w:numId="17">
    <w:abstractNumId w:val="19"/>
  </w:num>
  <w:num w:numId="18">
    <w:abstractNumId w:val="24"/>
  </w:num>
  <w:num w:numId="19">
    <w:abstractNumId w:val="29"/>
  </w:num>
  <w:num w:numId="20">
    <w:abstractNumId w:val="11"/>
  </w:num>
  <w:num w:numId="21">
    <w:abstractNumId w:val="18"/>
  </w:num>
  <w:num w:numId="22">
    <w:abstractNumId w:val="3"/>
  </w:num>
  <w:num w:numId="23">
    <w:abstractNumId w:val="1"/>
  </w:num>
  <w:num w:numId="24">
    <w:abstractNumId w:val="10"/>
  </w:num>
  <w:num w:numId="25">
    <w:abstractNumId w:val="4"/>
  </w:num>
  <w:num w:numId="26">
    <w:abstractNumId w:val="0"/>
  </w:num>
  <w:num w:numId="27">
    <w:abstractNumId w:val="14"/>
  </w:num>
  <w:num w:numId="28">
    <w:abstractNumId w:val="25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29E4"/>
    <w:rsid w:val="000C3C4F"/>
    <w:rsid w:val="000E218E"/>
    <w:rsid w:val="000F5D7D"/>
    <w:rsid w:val="0010112E"/>
    <w:rsid w:val="0010569D"/>
    <w:rsid w:val="001144F7"/>
    <w:rsid w:val="00117CE3"/>
    <w:rsid w:val="00117FE1"/>
    <w:rsid w:val="00135817"/>
    <w:rsid w:val="00143E43"/>
    <w:rsid w:val="00146820"/>
    <w:rsid w:val="00166B7C"/>
    <w:rsid w:val="001758C4"/>
    <w:rsid w:val="001762BC"/>
    <w:rsid w:val="001A6A1B"/>
    <w:rsid w:val="001C09E0"/>
    <w:rsid w:val="001E063E"/>
    <w:rsid w:val="001E6F7C"/>
    <w:rsid w:val="001E76BB"/>
    <w:rsid w:val="002008BC"/>
    <w:rsid w:val="0020168D"/>
    <w:rsid w:val="00210FBE"/>
    <w:rsid w:val="002150EF"/>
    <w:rsid w:val="00215BF2"/>
    <w:rsid w:val="00253088"/>
    <w:rsid w:val="002560D0"/>
    <w:rsid w:val="00287096"/>
    <w:rsid w:val="00292CFB"/>
    <w:rsid w:val="002D73C4"/>
    <w:rsid w:val="002E51C7"/>
    <w:rsid w:val="002E7A77"/>
    <w:rsid w:val="00300D3C"/>
    <w:rsid w:val="00327F12"/>
    <w:rsid w:val="00335CB0"/>
    <w:rsid w:val="00357E02"/>
    <w:rsid w:val="00363ED6"/>
    <w:rsid w:val="00365982"/>
    <w:rsid w:val="00373AD8"/>
    <w:rsid w:val="0037510D"/>
    <w:rsid w:val="003824CD"/>
    <w:rsid w:val="003A3206"/>
    <w:rsid w:val="003C2239"/>
    <w:rsid w:val="003D070D"/>
    <w:rsid w:val="003E1EFC"/>
    <w:rsid w:val="003E7957"/>
    <w:rsid w:val="003F400A"/>
    <w:rsid w:val="003F53B2"/>
    <w:rsid w:val="0040661A"/>
    <w:rsid w:val="00423FCF"/>
    <w:rsid w:val="00425484"/>
    <w:rsid w:val="004322C7"/>
    <w:rsid w:val="0043594D"/>
    <w:rsid w:val="00442269"/>
    <w:rsid w:val="00476690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27E0E"/>
    <w:rsid w:val="00556066"/>
    <w:rsid w:val="0056262B"/>
    <w:rsid w:val="00571487"/>
    <w:rsid w:val="00571593"/>
    <w:rsid w:val="00585725"/>
    <w:rsid w:val="00593BFB"/>
    <w:rsid w:val="005A3A7A"/>
    <w:rsid w:val="005A78DB"/>
    <w:rsid w:val="005C75CD"/>
    <w:rsid w:val="005E617F"/>
    <w:rsid w:val="00655C65"/>
    <w:rsid w:val="00664FCF"/>
    <w:rsid w:val="006665CC"/>
    <w:rsid w:val="00696828"/>
    <w:rsid w:val="006A01F1"/>
    <w:rsid w:val="006B3FA8"/>
    <w:rsid w:val="006B6A1E"/>
    <w:rsid w:val="006D3644"/>
    <w:rsid w:val="006D5187"/>
    <w:rsid w:val="006D788C"/>
    <w:rsid w:val="006E4E80"/>
    <w:rsid w:val="006E71CB"/>
    <w:rsid w:val="006F0F1F"/>
    <w:rsid w:val="006F19D4"/>
    <w:rsid w:val="006F4D63"/>
    <w:rsid w:val="00700901"/>
    <w:rsid w:val="00700A9D"/>
    <w:rsid w:val="00735375"/>
    <w:rsid w:val="00760475"/>
    <w:rsid w:val="007643D1"/>
    <w:rsid w:val="00765318"/>
    <w:rsid w:val="00793ECE"/>
    <w:rsid w:val="007E508C"/>
    <w:rsid w:val="007F1EB4"/>
    <w:rsid w:val="0080282B"/>
    <w:rsid w:val="008043CF"/>
    <w:rsid w:val="00814CDB"/>
    <w:rsid w:val="008374C9"/>
    <w:rsid w:val="00843BC7"/>
    <w:rsid w:val="0084472F"/>
    <w:rsid w:val="00851E36"/>
    <w:rsid w:val="00852AC2"/>
    <w:rsid w:val="00860774"/>
    <w:rsid w:val="0086441D"/>
    <w:rsid w:val="008856D3"/>
    <w:rsid w:val="0089514F"/>
    <w:rsid w:val="008966B9"/>
    <w:rsid w:val="008A267B"/>
    <w:rsid w:val="008C4C69"/>
    <w:rsid w:val="008E29C9"/>
    <w:rsid w:val="009019E2"/>
    <w:rsid w:val="0091420F"/>
    <w:rsid w:val="00916C30"/>
    <w:rsid w:val="00926B08"/>
    <w:rsid w:val="00942131"/>
    <w:rsid w:val="00960FEB"/>
    <w:rsid w:val="0097238B"/>
    <w:rsid w:val="00977A4C"/>
    <w:rsid w:val="00981377"/>
    <w:rsid w:val="009C076B"/>
    <w:rsid w:val="009C70DF"/>
    <w:rsid w:val="009E1A20"/>
    <w:rsid w:val="009E3932"/>
    <w:rsid w:val="009E505D"/>
    <w:rsid w:val="009F4437"/>
    <w:rsid w:val="00A04CF5"/>
    <w:rsid w:val="00A30774"/>
    <w:rsid w:val="00A37C17"/>
    <w:rsid w:val="00A442A9"/>
    <w:rsid w:val="00A4668A"/>
    <w:rsid w:val="00A51713"/>
    <w:rsid w:val="00A5572C"/>
    <w:rsid w:val="00A55C85"/>
    <w:rsid w:val="00A80B49"/>
    <w:rsid w:val="00A8304B"/>
    <w:rsid w:val="00A87BBC"/>
    <w:rsid w:val="00AA3FD6"/>
    <w:rsid w:val="00AB46EB"/>
    <w:rsid w:val="00AB4B89"/>
    <w:rsid w:val="00AD6FEF"/>
    <w:rsid w:val="00AE6242"/>
    <w:rsid w:val="00B113D7"/>
    <w:rsid w:val="00B126D3"/>
    <w:rsid w:val="00B16D03"/>
    <w:rsid w:val="00B60EFF"/>
    <w:rsid w:val="00B62535"/>
    <w:rsid w:val="00BB7A81"/>
    <w:rsid w:val="00BD43A4"/>
    <w:rsid w:val="00BF6DD3"/>
    <w:rsid w:val="00C00FB2"/>
    <w:rsid w:val="00C055B9"/>
    <w:rsid w:val="00C134CE"/>
    <w:rsid w:val="00C24E42"/>
    <w:rsid w:val="00C30D44"/>
    <w:rsid w:val="00C34CCA"/>
    <w:rsid w:val="00C41BB0"/>
    <w:rsid w:val="00C46660"/>
    <w:rsid w:val="00C504CD"/>
    <w:rsid w:val="00C54117"/>
    <w:rsid w:val="00C80823"/>
    <w:rsid w:val="00C85F10"/>
    <w:rsid w:val="00C93D21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87720"/>
    <w:rsid w:val="00D926A5"/>
    <w:rsid w:val="00D93E79"/>
    <w:rsid w:val="00DA1D81"/>
    <w:rsid w:val="00DB4CBB"/>
    <w:rsid w:val="00DB740A"/>
    <w:rsid w:val="00DC34EE"/>
    <w:rsid w:val="00E01525"/>
    <w:rsid w:val="00E47D8A"/>
    <w:rsid w:val="00E76A23"/>
    <w:rsid w:val="00E9531E"/>
    <w:rsid w:val="00E96729"/>
    <w:rsid w:val="00E97CBB"/>
    <w:rsid w:val="00EA690D"/>
    <w:rsid w:val="00EC12CD"/>
    <w:rsid w:val="00EE1C67"/>
    <w:rsid w:val="00EF4381"/>
    <w:rsid w:val="00F1060F"/>
    <w:rsid w:val="00F21146"/>
    <w:rsid w:val="00F2558A"/>
    <w:rsid w:val="00F35FA7"/>
    <w:rsid w:val="00F504A5"/>
    <w:rsid w:val="00F571BF"/>
    <w:rsid w:val="00F5775A"/>
    <w:rsid w:val="00F57E3E"/>
    <w:rsid w:val="00F728FF"/>
    <w:rsid w:val="00FB19E2"/>
    <w:rsid w:val="00FC5036"/>
    <w:rsid w:val="00FD6766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F941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Pogrubienie">
    <w:name w:val="Strong"/>
    <w:basedOn w:val="Domylnaczcionkaakapitu"/>
    <w:uiPriority w:val="22"/>
    <w:qFormat/>
    <w:rsid w:val="00335CB0"/>
    <w:rPr>
      <w:b/>
      <w:bCs/>
    </w:rPr>
  </w:style>
  <w:style w:type="character" w:styleId="Hipercze">
    <w:name w:val="Hyperlink"/>
    <w:basedOn w:val="Domylnaczcionkaakapitu"/>
    <w:uiPriority w:val="99"/>
    <w:unhideWhenUsed/>
    <w:rsid w:val="009019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CADF6-604D-4712-9A7E-27415D30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56D2353B.dotm</Template>
  <TotalTime>22</TotalTime>
  <Pages>2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Chmielewska</dc:creator>
  <cp:keywords/>
  <dc:description/>
  <cp:lastModifiedBy>Dorota Tuźnik</cp:lastModifiedBy>
  <cp:revision>20</cp:revision>
  <cp:lastPrinted>2022-05-17T10:46:00Z</cp:lastPrinted>
  <dcterms:created xsi:type="dcterms:W3CDTF">2022-03-31T08:42:00Z</dcterms:created>
  <dcterms:modified xsi:type="dcterms:W3CDTF">2025-01-07T10:23:00Z</dcterms:modified>
</cp:coreProperties>
</file>