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7667335E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4B339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12247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A8A84D5" w14:textId="3FE8E999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F3C22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7F7C8492" w14:textId="77777777" w:rsidR="004B3392" w:rsidRDefault="00B2571A" w:rsidP="004B3392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C4175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2C4175">
        <w:rPr>
          <w:rFonts w:ascii="Times New Roman" w:hAnsi="Times New Roman" w:cs="Times New Roman"/>
          <w:sz w:val="24"/>
          <w:szCs w:val="24"/>
        </w:rPr>
        <w:t>:</w:t>
      </w:r>
      <w:r w:rsidR="0012247F">
        <w:rPr>
          <w:rFonts w:ascii="Times New Roman" w:hAnsi="Times New Roman" w:cs="Times New Roman"/>
          <w:sz w:val="24"/>
          <w:szCs w:val="24"/>
        </w:rPr>
        <w:t xml:space="preserve"> </w:t>
      </w:r>
      <w:r w:rsidR="0012247F" w:rsidRPr="0012247F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bookmarkStart w:id="0" w:name="_Hlk188267605"/>
      <w:bookmarkStart w:id="1" w:name="_Hlk187829946"/>
      <w:r w:rsidR="004B3392" w:rsidRPr="00BA48DE">
        <w:rPr>
          <w:rFonts w:ascii="Times New Roman" w:hAnsi="Times New Roman" w:cs="Times New Roman"/>
          <w:b/>
          <w:sz w:val="28"/>
          <w:szCs w:val="28"/>
        </w:rPr>
        <w:t>„</w:t>
      </w:r>
      <w:bookmarkStart w:id="2" w:name="_Hlk116913000"/>
      <w:bookmarkStart w:id="3" w:name="_Hlk116994407"/>
      <w:r w:rsidR="004B3392" w:rsidRPr="00BA48DE">
        <w:rPr>
          <w:rFonts w:ascii="Times New Roman" w:hAnsi="Times New Roman" w:cs="Times New Roman"/>
          <w:b/>
          <w:bCs/>
          <w:iCs/>
          <w:sz w:val="28"/>
          <w:szCs w:val="28"/>
        </w:rPr>
        <w:t>Dostawa komory osłonnej do pracy z radionuklidami</w:t>
      </w:r>
      <w:bookmarkEnd w:id="0"/>
      <w:bookmarkEnd w:id="2"/>
      <w:bookmarkEnd w:id="3"/>
      <w:r w:rsidR="004B3392" w:rsidRPr="00BA48DE">
        <w:rPr>
          <w:rFonts w:ascii="Times New Roman" w:hAnsi="Times New Roman" w:cs="Times New Roman"/>
          <w:b/>
          <w:bCs/>
          <w:iCs/>
          <w:sz w:val="28"/>
          <w:szCs w:val="28"/>
        </w:rPr>
        <w:t>”</w:t>
      </w:r>
      <w:bookmarkEnd w:id="1"/>
    </w:p>
    <w:p w14:paraId="27E98319" w14:textId="6A093D2B" w:rsidR="00B2571A" w:rsidRPr="00FE3541" w:rsidRDefault="00B2571A" w:rsidP="004B3392">
      <w:p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4B3392">
        <w:rPr>
          <w:rFonts w:ascii="Times New Roman" w:hAnsi="Times New Roman" w:cs="Times New Roman"/>
          <w:b/>
        </w:rPr>
        <w:t>16</w:t>
      </w:r>
      <w:r w:rsidR="009B6C10">
        <w:rPr>
          <w:rFonts w:ascii="Times New Roman" w:hAnsi="Times New Roman" w:cs="Times New Roman"/>
          <w:b/>
        </w:rPr>
        <w:t>/</w:t>
      </w:r>
      <w:r w:rsidR="00FE3541" w:rsidRPr="00FE3541">
        <w:rPr>
          <w:rFonts w:ascii="Times New Roman" w:hAnsi="Times New Roman" w:cs="Times New Roman"/>
          <w:b/>
        </w:rPr>
        <w:t>P/202</w:t>
      </w:r>
      <w:r w:rsidR="0012247F">
        <w:rPr>
          <w:rFonts w:ascii="Times New Roman" w:hAnsi="Times New Roman" w:cs="Times New Roman"/>
          <w:b/>
        </w:rPr>
        <w:t>5</w:t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1A6F34FF" w14:textId="77777777" w:rsidR="00305B6D" w:rsidRDefault="00305B6D" w:rsidP="003118CF">
            <w:pPr>
              <w:rPr>
                <w:rFonts w:ascii="Times New Roman" w:hAnsi="Times New Roman" w:cs="Times New Roman"/>
              </w:rPr>
            </w:pPr>
          </w:p>
          <w:p w14:paraId="393C7F26" w14:textId="31621292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339B0DB7" w14:textId="77777777" w:rsidR="00305B6D" w:rsidRDefault="00305B6D" w:rsidP="003118CF">
            <w:pPr>
              <w:rPr>
                <w:rFonts w:ascii="Times New Roman" w:hAnsi="Times New Roman" w:cs="Times New Roman"/>
              </w:rPr>
            </w:pPr>
          </w:p>
          <w:p w14:paraId="4BDF191E" w14:textId="3750D8D4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214FB72A" w14:textId="77777777" w:rsidR="00305B6D" w:rsidRDefault="00305B6D" w:rsidP="003118CF">
            <w:pPr>
              <w:rPr>
                <w:rFonts w:ascii="Times New Roman" w:hAnsi="Times New Roman" w:cs="Times New Roman"/>
              </w:rPr>
            </w:pPr>
          </w:p>
          <w:p w14:paraId="533A910B" w14:textId="5E69F102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505D7179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AFAFADF" w14:textId="0A328D25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59C0F357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E19A92D" w14:textId="317111B4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073F2502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E7F0E42" w14:textId="5A443F59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lastRenderedPageBreak/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46CC8866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0D7A26A3" w14:textId="1C7B71E1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91E371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304BBB16" w14:textId="2F998BB8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7C91AB57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97F8288" w14:textId="0188EA50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4197F343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2DB7804" w14:textId="7B673638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526A66F8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0CE78E9B" w14:textId="7D5C20FC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491B27AA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009509D9" w14:textId="56FD2902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32EECBB9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1FC2BF12" w14:textId="31CD7ADA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</w:t>
      </w:r>
      <w:r w:rsidRPr="00EC5D8C">
        <w:rPr>
          <w:rFonts w:ascii="Times New Roman" w:hAnsi="Times New Roman" w:cs="Times New Roman"/>
          <w:sz w:val="18"/>
          <w:szCs w:val="18"/>
        </w:rPr>
        <w:t>Wskazać dokładny zakres zgodny z opisem wynikającym z SWZ.</w:t>
      </w:r>
      <w:r w:rsidRPr="00FE3541">
        <w:rPr>
          <w:rFonts w:ascii="Times New Roman" w:hAnsi="Times New Roman" w:cs="Times New Roman"/>
          <w:sz w:val="22"/>
          <w:szCs w:val="22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E3856" w14:textId="25E0FAFB" w:rsidR="004B3392" w:rsidRDefault="004B3392" w:rsidP="004B3392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bookmarkStart w:id="4" w:name="_Hlk183606565"/>
    <w:r w:rsidRPr="00DB56CE">
      <w:rPr>
        <w:noProof/>
      </w:rPr>
      <w:drawing>
        <wp:inline distT="0" distB="0" distL="0" distR="0" wp14:anchorId="1C141DED" wp14:editId="491781F2">
          <wp:extent cx="441960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632C0058" w14:textId="6532B673" w:rsidR="00FE3541" w:rsidRPr="00EC5D8C" w:rsidRDefault="00FE3541">
    <w:pPr>
      <w:pStyle w:val="Nagwek"/>
      <w:rPr>
        <w:rFonts w:ascii="Times New Roman" w:hAnsi="Times New Roman" w:cs="Times New Roman"/>
        <w:b/>
        <w:sz w:val="24"/>
        <w:szCs w:val="24"/>
      </w:rPr>
    </w:pPr>
    <w:r w:rsidRPr="00EC5D8C">
      <w:rPr>
        <w:rFonts w:ascii="Times New Roman" w:hAnsi="Times New Roman" w:cs="Times New Roman"/>
        <w:b/>
        <w:sz w:val="24"/>
        <w:szCs w:val="24"/>
      </w:rPr>
      <w:t>OR.DZP.270.</w:t>
    </w:r>
    <w:r w:rsidR="004B3392">
      <w:rPr>
        <w:rFonts w:ascii="Times New Roman" w:hAnsi="Times New Roman" w:cs="Times New Roman"/>
        <w:b/>
        <w:sz w:val="24"/>
        <w:szCs w:val="24"/>
      </w:rPr>
      <w:t>16</w:t>
    </w:r>
    <w:r w:rsidR="0033253D" w:rsidRPr="00EC5D8C">
      <w:rPr>
        <w:rFonts w:ascii="Times New Roman" w:hAnsi="Times New Roman" w:cs="Times New Roman"/>
        <w:b/>
        <w:sz w:val="24"/>
        <w:szCs w:val="24"/>
      </w:rPr>
      <w:t>.</w:t>
    </w:r>
    <w:r w:rsidRPr="00EC5D8C">
      <w:rPr>
        <w:rFonts w:ascii="Times New Roman" w:hAnsi="Times New Roman" w:cs="Times New Roman"/>
        <w:b/>
        <w:sz w:val="24"/>
        <w:szCs w:val="24"/>
      </w:rPr>
      <w:t>202</w:t>
    </w:r>
    <w:r w:rsidR="0012247F">
      <w:rPr>
        <w:rFonts w:ascii="Times New Roman" w:hAnsi="Times New Roman" w:cs="Times New Roman"/>
        <w:b/>
        <w:sz w:val="24"/>
        <w:szCs w:val="24"/>
      </w:rPr>
      <w:t>5</w:t>
    </w:r>
    <w:r w:rsidRPr="00EC5D8C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91131"/>
    <w:rsid w:val="0012247F"/>
    <w:rsid w:val="001F23C5"/>
    <w:rsid w:val="00210102"/>
    <w:rsid w:val="002978DD"/>
    <w:rsid w:val="002C4175"/>
    <w:rsid w:val="002F3C22"/>
    <w:rsid w:val="00305B6D"/>
    <w:rsid w:val="00321B46"/>
    <w:rsid w:val="0033253D"/>
    <w:rsid w:val="004B3392"/>
    <w:rsid w:val="00510733"/>
    <w:rsid w:val="005270C6"/>
    <w:rsid w:val="0054568C"/>
    <w:rsid w:val="005D33EF"/>
    <w:rsid w:val="005E4B96"/>
    <w:rsid w:val="00883273"/>
    <w:rsid w:val="00940C9B"/>
    <w:rsid w:val="00996EBF"/>
    <w:rsid w:val="009B6C10"/>
    <w:rsid w:val="009F768C"/>
    <w:rsid w:val="009F769A"/>
    <w:rsid w:val="00A9569C"/>
    <w:rsid w:val="00B2571A"/>
    <w:rsid w:val="00BF064C"/>
    <w:rsid w:val="00C815A0"/>
    <w:rsid w:val="00D4617F"/>
    <w:rsid w:val="00D73EE9"/>
    <w:rsid w:val="00D82399"/>
    <w:rsid w:val="00EC5D8C"/>
    <w:rsid w:val="00F06E49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A9911-E144-412E-9682-CC2F7682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24</cp:revision>
  <cp:lastPrinted>2021-02-25T19:58:00Z</cp:lastPrinted>
  <dcterms:created xsi:type="dcterms:W3CDTF">2021-07-13T10:34:00Z</dcterms:created>
  <dcterms:modified xsi:type="dcterms:W3CDTF">2025-03-07T13:05:00Z</dcterms:modified>
</cp:coreProperties>
</file>